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86" w:rsidRDefault="00F50386" w:rsidP="00EB292D">
      <w:pPr>
        <w:spacing w:line="240" w:lineRule="auto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2</w:t>
      </w:r>
    </w:p>
    <w:p w:rsidR="00F50386" w:rsidRDefault="00F50386">
      <w:pPr>
        <w:widowControl w:val="0"/>
        <w:adjustRightInd w:val="0"/>
        <w:snapToGrid w:val="0"/>
        <w:spacing w:line="700" w:lineRule="exact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2024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年常州市教师国家通用语言文字教学能力大赛报名表</w:t>
      </w:r>
    </w:p>
    <w:p w:rsidR="00F50386" w:rsidRDefault="00F50386">
      <w:pPr>
        <w:widowControl w:val="0"/>
        <w:adjustRightInd w:val="0"/>
        <w:snapToGrid w:val="0"/>
        <w:spacing w:line="1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</w:p>
    <w:p w:rsidR="00F50386" w:rsidRDefault="00F50386">
      <w:pPr>
        <w:widowControl w:val="0"/>
        <w:adjustRightInd w:val="0"/>
        <w:snapToGrid w:val="0"/>
        <w:jc w:val="lef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仿宋_GB2312" w:hint="eastAsia"/>
          <w:sz w:val="24"/>
          <w:szCs w:val="24"/>
        </w:rPr>
        <w:t>推荐单位：（盖章）</w:t>
      </w:r>
      <w:r>
        <w:rPr>
          <w:rFonts w:ascii="仿宋_GB2312" w:eastAsia="仿宋_GB2312" w:hAnsi="Times New Roman" w:cs="仿宋_GB2312"/>
          <w:sz w:val="24"/>
          <w:szCs w:val="24"/>
        </w:rPr>
        <w:t xml:space="preserve">                                </w:t>
      </w:r>
      <w:r>
        <w:rPr>
          <w:rFonts w:ascii="仿宋_GB2312" w:eastAsia="仿宋_GB2312" w:hAnsi="Times New Roman" w:cs="仿宋_GB2312" w:hint="eastAsia"/>
          <w:sz w:val="24"/>
          <w:szCs w:val="24"/>
        </w:rPr>
        <w:t>本单位参赛联系人：</w:t>
      </w:r>
      <w:r>
        <w:rPr>
          <w:rFonts w:ascii="仿宋_GB2312" w:eastAsia="仿宋_GB2312" w:hAnsi="Times New Roman" w:cs="仿宋_GB2312"/>
          <w:sz w:val="24"/>
          <w:szCs w:val="24"/>
        </w:rPr>
        <w:t xml:space="preserve">              </w:t>
      </w:r>
      <w:r>
        <w:rPr>
          <w:rFonts w:ascii="仿宋_GB2312" w:eastAsia="仿宋_GB2312" w:hAnsi="Times New Roman" w:cs="仿宋_GB2312" w:hint="eastAsia"/>
          <w:sz w:val="24"/>
          <w:szCs w:val="24"/>
        </w:rPr>
        <w:t>联系方式：（手机号）</w:t>
      </w:r>
    </w:p>
    <w:tbl>
      <w:tblPr>
        <w:tblW w:w="14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8"/>
        <w:gridCol w:w="1514"/>
        <w:gridCol w:w="1734"/>
        <w:gridCol w:w="1440"/>
        <w:gridCol w:w="2520"/>
        <w:gridCol w:w="1695"/>
        <w:gridCol w:w="1232"/>
        <w:gridCol w:w="2435"/>
        <w:gridCol w:w="839"/>
      </w:tblGrid>
      <w:tr w:rsidR="00F50386">
        <w:trPr>
          <w:trHeight w:val="449"/>
          <w:jc w:val="center"/>
        </w:trPr>
        <w:tc>
          <w:tcPr>
            <w:tcW w:w="698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51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组别</w:t>
            </w:r>
          </w:p>
        </w:tc>
        <w:tc>
          <w:tcPr>
            <w:tcW w:w="173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44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参赛者姓名</w:t>
            </w:r>
          </w:p>
        </w:tc>
        <w:tc>
          <w:tcPr>
            <w:tcW w:w="252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参赛者所在单位</w:t>
            </w:r>
          </w:p>
        </w:tc>
        <w:tc>
          <w:tcPr>
            <w:tcW w:w="169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参赛者手机号</w:t>
            </w:r>
          </w:p>
        </w:tc>
        <w:tc>
          <w:tcPr>
            <w:tcW w:w="1232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243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指导教师单位</w:t>
            </w:r>
          </w:p>
        </w:tc>
        <w:tc>
          <w:tcPr>
            <w:tcW w:w="839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F50386">
        <w:trPr>
          <w:trHeight w:val="449"/>
          <w:jc w:val="center"/>
        </w:trPr>
        <w:tc>
          <w:tcPr>
            <w:tcW w:w="698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示例</w:t>
            </w:r>
          </w:p>
        </w:tc>
        <w:tc>
          <w:tcPr>
            <w:tcW w:w="151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中学教师组</w:t>
            </w:r>
          </w:p>
        </w:tc>
        <w:tc>
          <w:tcPr>
            <w:tcW w:w="173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画（王维）</w:t>
            </w:r>
          </w:p>
        </w:tc>
        <w:tc>
          <w:tcPr>
            <w:tcW w:w="144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赵某</w:t>
            </w:r>
          </w:p>
        </w:tc>
        <w:tc>
          <w:tcPr>
            <w:tcW w:w="252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常州市第十中学</w:t>
            </w:r>
          </w:p>
        </w:tc>
        <w:tc>
          <w:tcPr>
            <w:tcW w:w="169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15812345678</w:t>
            </w:r>
          </w:p>
        </w:tc>
        <w:tc>
          <w:tcPr>
            <w:tcW w:w="1232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钱某</w:t>
            </w:r>
          </w:p>
        </w:tc>
        <w:tc>
          <w:tcPr>
            <w:tcW w:w="243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常州市第十中学</w:t>
            </w:r>
          </w:p>
        </w:tc>
        <w:tc>
          <w:tcPr>
            <w:tcW w:w="839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50386">
        <w:trPr>
          <w:trHeight w:val="410"/>
          <w:jc w:val="center"/>
        </w:trPr>
        <w:tc>
          <w:tcPr>
            <w:tcW w:w="698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9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43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F50386">
        <w:trPr>
          <w:trHeight w:val="447"/>
          <w:jc w:val="center"/>
        </w:trPr>
        <w:tc>
          <w:tcPr>
            <w:tcW w:w="698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43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F50386">
        <w:trPr>
          <w:trHeight w:val="447"/>
          <w:jc w:val="center"/>
        </w:trPr>
        <w:tc>
          <w:tcPr>
            <w:tcW w:w="698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43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F50386">
        <w:trPr>
          <w:trHeight w:val="447"/>
          <w:jc w:val="center"/>
        </w:trPr>
        <w:tc>
          <w:tcPr>
            <w:tcW w:w="698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34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435" w:type="dxa"/>
            <w:noWrap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:rsidR="00F50386" w:rsidRDefault="00F50386">
            <w:pPr>
              <w:adjustRightInd w:val="0"/>
              <w:snapToGrid w:val="0"/>
              <w:rPr>
                <w:rFonts w:ascii="仿宋_GB2312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</w:tbl>
    <w:p w:rsidR="00F50386" w:rsidRDefault="00F50386">
      <w:pPr>
        <w:widowControl w:val="0"/>
        <w:adjustRightInd w:val="0"/>
        <w:snapToGrid w:val="0"/>
        <w:spacing w:line="400" w:lineRule="exact"/>
        <w:jc w:val="both"/>
        <w:rPr>
          <w:rFonts w:ascii="仿宋_GB2312" w:eastAsia="仿宋_GB2312" w:hAnsi="宋体" w:cs="Times New Roman"/>
          <w:b/>
          <w:bCs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填表说明：</w:t>
      </w:r>
    </w:p>
    <w:p w:rsidR="00F50386" w:rsidRDefault="00F50386">
      <w:pPr>
        <w:widowControl w:val="0"/>
        <w:adjustRightInd w:val="0"/>
        <w:snapToGrid w:val="0"/>
        <w:spacing w:line="400" w:lineRule="exact"/>
        <w:jc w:val="both"/>
        <w:rPr>
          <w:rFonts w:ascii="仿宋_GB2312" w:eastAsia="仿宋_GB2312" w:hAnsi="宋体" w:cs="Times New Roman"/>
          <w:kern w:val="0"/>
          <w:sz w:val="22"/>
          <w:szCs w:val="22"/>
        </w:rPr>
      </w:pPr>
      <w:r>
        <w:rPr>
          <w:rFonts w:ascii="仿宋_GB2312" w:eastAsia="仿宋_GB2312" w:hAnsi="宋体" w:cs="仿宋_GB2312"/>
          <w:kern w:val="0"/>
          <w:sz w:val="22"/>
          <w:szCs w:val="22"/>
        </w:rPr>
        <w:t>1.</w:t>
      </w:r>
      <w:r>
        <w:rPr>
          <w:rFonts w:ascii="仿宋_GB2312" w:eastAsia="仿宋_GB2312" w:hAnsi="宋体" w:cs="仿宋_GB2312" w:hint="eastAsia"/>
          <w:kern w:val="0"/>
          <w:sz w:val="22"/>
          <w:szCs w:val="22"/>
        </w:rPr>
        <w:t>序号：每个组别单独排序。</w:t>
      </w:r>
    </w:p>
    <w:p w:rsidR="00F50386" w:rsidRDefault="00F50386">
      <w:pPr>
        <w:widowControl w:val="0"/>
        <w:adjustRightInd w:val="0"/>
        <w:snapToGrid w:val="0"/>
        <w:spacing w:line="400" w:lineRule="exact"/>
        <w:jc w:val="both"/>
        <w:rPr>
          <w:rFonts w:ascii="仿宋_GB2312" w:eastAsia="仿宋_GB2312" w:hAnsi="宋体" w:cs="Times New Roman"/>
          <w:kern w:val="0"/>
          <w:sz w:val="22"/>
          <w:szCs w:val="22"/>
        </w:rPr>
      </w:pPr>
      <w:r>
        <w:rPr>
          <w:rFonts w:ascii="仿宋_GB2312" w:eastAsia="仿宋_GB2312" w:hAnsi="宋体" w:cs="仿宋_GB2312"/>
          <w:kern w:val="0"/>
          <w:sz w:val="22"/>
          <w:szCs w:val="22"/>
        </w:rPr>
        <w:t>2.</w:t>
      </w:r>
      <w:r>
        <w:rPr>
          <w:rFonts w:ascii="仿宋_GB2312" w:eastAsia="仿宋_GB2312" w:hAnsi="宋体" w:cs="仿宋_GB2312" w:hint="eastAsia"/>
          <w:kern w:val="0"/>
          <w:sz w:val="22"/>
          <w:szCs w:val="22"/>
        </w:rPr>
        <w:t>作品名称：主讲篇目的准确名称，注明原作者。</w:t>
      </w:r>
    </w:p>
    <w:p w:rsidR="00F50386" w:rsidRDefault="00F50386">
      <w:pPr>
        <w:widowControl w:val="0"/>
        <w:adjustRightInd w:val="0"/>
        <w:snapToGrid w:val="0"/>
        <w:spacing w:line="400" w:lineRule="exact"/>
        <w:jc w:val="both"/>
        <w:rPr>
          <w:rFonts w:ascii="仿宋_GB2312" w:eastAsia="仿宋_GB2312" w:hAnsi="宋体" w:cs="Times New Roman"/>
          <w:kern w:val="0"/>
          <w:sz w:val="22"/>
          <w:szCs w:val="22"/>
        </w:rPr>
      </w:pPr>
      <w:r>
        <w:rPr>
          <w:rFonts w:ascii="仿宋_GB2312" w:eastAsia="仿宋_GB2312" w:hAnsi="宋体" w:cs="仿宋_GB2312"/>
          <w:kern w:val="0"/>
          <w:sz w:val="22"/>
          <w:szCs w:val="22"/>
        </w:rPr>
        <w:t>3.</w:t>
      </w:r>
      <w:r>
        <w:rPr>
          <w:rFonts w:ascii="仿宋_GB2312" w:eastAsia="仿宋_GB2312" w:hAnsi="宋体" w:cs="仿宋_GB2312" w:hint="eastAsia"/>
          <w:kern w:val="0"/>
          <w:sz w:val="22"/>
          <w:szCs w:val="22"/>
        </w:rPr>
        <w:t>参赛者单位：请填写所在学校的规范全称，切勿填写简称或略称。</w:t>
      </w:r>
    </w:p>
    <w:p w:rsidR="00F50386" w:rsidRDefault="00F50386">
      <w:pPr>
        <w:widowControl w:val="0"/>
        <w:adjustRightInd w:val="0"/>
        <w:snapToGrid w:val="0"/>
        <w:spacing w:line="400" w:lineRule="exact"/>
        <w:jc w:val="both"/>
        <w:rPr>
          <w:rFonts w:ascii="仿宋_GB2312" w:eastAsia="仿宋_GB2312" w:hAnsi="宋体" w:cs="Times New Roman"/>
          <w:kern w:val="0"/>
          <w:sz w:val="22"/>
          <w:szCs w:val="22"/>
        </w:rPr>
      </w:pPr>
      <w:r>
        <w:rPr>
          <w:rFonts w:ascii="仿宋_GB2312" w:eastAsia="仿宋_GB2312" w:hAnsi="宋体" w:cs="仿宋_GB2312"/>
          <w:kern w:val="0"/>
          <w:sz w:val="22"/>
          <w:szCs w:val="22"/>
        </w:rPr>
        <w:t>4.</w:t>
      </w:r>
      <w:r>
        <w:rPr>
          <w:rFonts w:ascii="仿宋_GB2312" w:eastAsia="仿宋_GB2312" w:hAnsi="宋体" w:cs="仿宋_GB2312" w:hint="eastAsia"/>
          <w:kern w:val="0"/>
          <w:sz w:val="22"/>
          <w:szCs w:val="22"/>
        </w:rPr>
        <w:t>指导教师：每个作品仅可报</w:t>
      </w:r>
      <w:r>
        <w:rPr>
          <w:rFonts w:ascii="仿宋_GB2312" w:eastAsia="仿宋_GB2312" w:hAnsi="宋体" w:cs="仿宋_GB2312"/>
          <w:kern w:val="0"/>
          <w:sz w:val="22"/>
          <w:szCs w:val="22"/>
        </w:rPr>
        <w:t>1</w:t>
      </w:r>
      <w:r>
        <w:rPr>
          <w:rFonts w:ascii="仿宋_GB2312" w:eastAsia="仿宋_GB2312" w:hAnsi="宋体" w:cs="仿宋_GB2312" w:hint="eastAsia"/>
          <w:kern w:val="0"/>
          <w:sz w:val="22"/>
          <w:szCs w:val="22"/>
        </w:rPr>
        <w:t>名指导教师，无指导教师的也可不报。</w:t>
      </w:r>
    </w:p>
    <w:p w:rsidR="00F50386" w:rsidRDefault="00F50386">
      <w:pPr>
        <w:widowControl w:val="0"/>
        <w:adjustRightInd w:val="0"/>
        <w:snapToGrid w:val="0"/>
        <w:spacing w:line="400" w:lineRule="exact"/>
        <w:jc w:val="both"/>
        <w:rPr>
          <w:rFonts w:ascii="仿宋_GB2312" w:eastAsia="仿宋_GB2312" w:hAnsi="宋体" w:cs="Times New Roman"/>
          <w:kern w:val="0"/>
          <w:sz w:val="22"/>
          <w:szCs w:val="22"/>
        </w:rPr>
      </w:pPr>
      <w:r>
        <w:rPr>
          <w:rFonts w:ascii="仿宋_GB2312" w:eastAsia="仿宋_GB2312" w:hAnsi="宋体" w:cs="仿宋_GB2312"/>
          <w:kern w:val="0"/>
          <w:sz w:val="22"/>
          <w:szCs w:val="22"/>
        </w:rPr>
        <w:t>5.</w:t>
      </w:r>
      <w:r>
        <w:rPr>
          <w:rFonts w:ascii="仿宋_GB2312" w:eastAsia="仿宋_GB2312" w:hAnsi="宋体" w:cs="仿宋_GB2312" w:hint="eastAsia"/>
          <w:kern w:val="0"/>
          <w:sz w:val="22"/>
          <w:szCs w:val="22"/>
        </w:rPr>
        <w:t>作品汇总表填好后，加盖推荐单位公章。</w:t>
      </w:r>
    </w:p>
    <w:sectPr w:rsidR="00F50386" w:rsidSect="005773B5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8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386" w:rsidRDefault="00F50386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50386" w:rsidRDefault="00F50386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386" w:rsidRPr="005773B5" w:rsidRDefault="00F50386" w:rsidP="009D16E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773B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773B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773B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5773B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50386" w:rsidRDefault="00F5038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386" w:rsidRDefault="00F50386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50386" w:rsidRDefault="00F50386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WJiODViYzAxYzhlNDI0ZjRkNmI1ZjdlMzhkMjUwMDcifQ=="/>
  </w:docVars>
  <w:rsids>
    <w:rsidRoot w:val="00607384"/>
    <w:rsid w:val="00027747"/>
    <w:rsid w:val="000549E0"/>
    <w:rsid w:val="000B2D3F"/>
    <w:rsid w:val="000F3BC1"/>
    <w:rsid w:val="000F5AC1"/>
    <w:rsid w:val="00100A65"/>
    <w:rsid w:val="00115E3C"/>
    <w:rsid w:val="00156B16"/>
    <w:rsid w:val="00160D89"/>
    <w:rsid w:val="001805C3"/>
    <w:rsid w:val="00197D73"/>
    <w:rsid w:val="001D697B"/>
    <w:rsid w:val="001E557A"/>
    <w:rsid w:val="00237894"/>
    <w:rsid w:val="00251D73"/>
    <w:rsid w:val="00286113"/>
    <w:rsid w:val="002C4127"/>
    <w:rsid w:val="002C6039"/>
    <w:rsid w:val="002E2496"/>
    <w:rsid w:val="00301521"/>
    <w:rsid w:val="0033169F"/>
    <w:rsid w:val="00363A28"/>
    <w:rsid w:val="00367558"/>
    <w:rsid w:val="00380314"/>
    <w:rsid w:val="00392C23"/>
    <w:rsid w:val="003B4D9F"/>
    <w:rsid w:val="003C19E6"/>
    <w:rsid w:val="003E1128"/>
    <w:rsid w:val="003F6A24"/>
    <w:rsid w:val="004077B9"/>
    <w:rsid w:val="0048417C"/>
    <w:rsid w:val="004D0438"/>
    <w:rsid w:val="004F4838"/>
    <w:rsid w:val="00533807"/>
    <w:rsid w:val="005773B5"/>
    <w:rsid w:val="0058395C"/>
    <w:rsid w:val="005A6A6F"/>
    <w:rsid w:val="005F25C2"/>
    <w:rsid w:val="005F7263"/>
    <w:rsid w:val="00607384"/>
    <w:rsid w:val="0062623F"/>
    <w:rsid w:val="00663442"/>
    <w:rsid w:val="00674FAA"/>
    <w:rsid w:val="006A6DDE"/>
    <w:rsid w:val="007152DA"/>
    <w:rsid w:val="007410C6"/>
    <w:rsid w:val="007462D6"/>
    <w:rsid w:val="00795924"/>
    <w:rsid w:val="007A2882"/>
    <w:rsid w:val="007F547B"/>
    <w:rsid w:val="007F640F"/>
    <w:rsid w:val="00870433"/>
    <w:rsid w:val="008B4593"/>
    <w:rsid w:val="00915368"/>
    <w:rsid w:val="009D16E2"/>
    <w:rsid w:val="009D1ACA"/>
    <w:rsid w:val="00A12E34"/>
    <w:rsid w:val="00A25161"/>
    <w:rsid w:val="00A74D9F"/>
    <w:rsid w:val="00B1110C"/>
    <w:rsid w:val="00B13D44"/>
    <w:rsid w:val="00B30606"/>
    <w:rsid w:val="00C077EF"/>
    <w:rsid w:val="00C72687"/>
    <w:rsid w:val="00C768BC"/>
    <w:rsid w:val="00CD5839"/>
    <w:rsid w:val="00CD5EB2"/>
    <w:rsid w:val="00CF7256"/>
    <w:rsid w:val="00D7408E"/>
    <w:rsid w:val="00D83FFE"/>
    <w:rsid w:val="00D947C5"/>
    <w:rsid w:val="00E5319F"/>
    <w:rsid w:val="00E56465"/>
    <w:rsid w:val="00E920F1"/>
    <w:rsid w:val="00E95739"/>
    <w:rsid w:val="00EB2587"/>
    <w:rsid w:val="00EB292D"/>
    <w:rsid w:val="00F11A72"/>
    <w:rsid w:val="00F31086"/>
    <w:rsid w:val="00F50386"/>
    <w:rsid w:val="00F555A6"/>
    <w:rsid w:val="00F7017B"/>
    <w:rsid w:val="00FD77FF"/>
    <w:rsid w:val="0B6720E1"/>
    <w:rsid w:val="560D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38"/>
    <w:pPr>
      <w:spacing w:line="560" w:lineRule="exact"/>
      <w:jc w:val="center"/>
    </w:pPr>
    <w:rPr>
      <w:rFonts w:ascii="仿宋" w:eastAsia="仿宋" w:cs="仿宋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4D0438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eastAsia="宋体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0438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4D043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rFonts w:ascii="Calibri" w:eastAsia="宋体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043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D0438"/>
  </w:style>
  <w:style w:type="paragraph" w:styleId="BalloonText">
    <w:name w:val="Balloon Text"/>
    <w:basedOn w:val="Normal"/>
    <w:link w:val="BalloonTextChar"/>
    <w:uiPriority w:val="99"/>
    <w:semiHidden/>
    <w:rsid w:val="005773B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21E"/>
    <w:rPr>
      <w:rFonts w:ascii="仿宋" w:eastAsia="仿宋" w:cs="仿宋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56</Words>
  <Characters>322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花向阳</dc:creator>
  <cp:keywords/>
  <dc:description/>
  <cp:lastModifiedBy>吴琳赟</cp:lastModifiedBy>
  <cp:revision>16</cp:revision>
  <cp:lastPrinted>2024-07-02T06:33:00Z</cp:lastPrinted>
  <dcterms:created xsi:type="dcterms:W3CDTF">2021-05-10T08:17:00Z</dcterms:created>
  <dcterms:modified xsi:type="dcterms:W3CDTF">2024-07-02T06:33:00Z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DF392FFACC864B15BC10EE0748DC9032_12</vt:lpwstr>
  </property>
</Properties>
</file>